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60AA047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57B180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0E54F473" w14:textId="7344FCA4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649A7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6702ED" w:rsidP="00342FCC" w:rsidRDefault="00445970" w14:paraId="6C328CA8" w14:textId="2F5FFB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akademicki</w:t>
      </w:r>
      <w:r w:rsidRPr="14BF2656" w:rsidR="00342FCC">
        <w:rPr>
          <w:rFonts w:ascii="Corbel" w:hAnsi="Corbel"/>
          <w:sz w:val="20"/>
          <w:szCs w:val="20"/>
        </w:rPr>
        <w:t>:</w:t>
      </w:r>
      <w:r w:rsidRPr="14BF2656">
        <w:rPr>
          <w:rFonts w:ascii="Corbel" w:hAnsi="Corbel"/>
          <w:sz w:val="20"/>
          <w:szCs w:val="20"/>
        </w:rPr>
        <w:t xml:space="preserve"> </w:t>
      </w:r>
      <w:r w:rsidRPr="14BF2656" w:rsidR="006702ED">
        <w:rPr>
          <w:rFonts w:ascii="Corbel" w:hAnsi="Corbel"/>
          <w:sz w:val="20"/>
          <w:szCs w:val="20"/>
        </w:rPr>
        <w:t>202</w:t>
      </w:r>
      <w:r w:rsidR="00B649A7">
        <w:rPr>
          <w:rFonts w:ascii="Corbel" w:hAnsi="Corbel"/>
          <w:sz w:val="20"/>
          <w:szCs w:val="20"/>
        </w:rPr>
        <w:t>0</w:t>
      </w:r>
      <w:r w:rsidRPr="14BF2656" w:rsidR="006702ED">
        <w:rPr>
          <w:rFonts w:ascii="Corbel" w:hAnsi="Corbel"/>
          <w:sz w:val="20"/>
          <w:szCs w:val="20"/>
        </w:rPr>
        <w:t>/202</w:t>
      </w:r>
      <w:r w:rsidR="00B649A7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6A4B01A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71620A" w14:paraId="5A8BC1A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EF6651D" w14:paraId="5F4CDAB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4C0791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02ED" w14:paraId="66F1A4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Pr="009C54AE" w:rsidR="0085747A" w:rsidTr="7EF6651D" w14:paraId="0A5AE36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27065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10EF9" w14:paraId="4CEBBA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Pr="009C54AE" w:rsidR="0085747A" w:rsidTr="7EF6651D" w14:paraId="3C2339FE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5BD3968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F4383C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EF6651D" w14:paraId="69F7E28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E7490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42FCC" w14:paraId="48E3E5E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7EF6651D" w14:paraId="0296A3B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5BA28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02ED" w14:paraId="31AE30E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7EF6651D" w14:paraId="3268F148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813C4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342FCC" w:rsidR="0085747A" w:rsidP="009C54AE" w:rsidRDefault="00342FCC" w14:paraId="596929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7EF6651D" w14:paraId="6F91EC4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EFD27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0DAA8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7EF6651D" w14:paraId="71D42E5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21DE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342FCC" w:rsidR="0085747A" w:rsidP="00342FCC" w:rsidRDefault="0017512A" w14:paraId="4A59CB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7EF6651D" w14:paraId="0A8C90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40304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02ED" w14:paraId="32D403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Pr="009C54AE" w:rsidR="0085747A" w:rsidTr="7EF6651D" w14:paraId="5F169F5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DA296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342FCC" w:rsidR="0085747A" w:rsidP="00342FCC" w:rsidRDefault="0017512A" w14:paraId="717636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7EF6651D" w14:paraId="756458DF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1EB1B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342FCC" w14:paraId="3391A4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6702ED" w:rsidTr="7EF6651D" w14:paraId="40E49A1F" w14:textId="77777777">
        <w:tc>
          <w:tcPr>
            <w:tcW w:w="2694" w:type="dxa"/>
            <w:tcMar/>
            <w:vAlign w:val="center"/>
          </w:tcPr>
          <w:p w:rsidRPr="009C54AE" w:rsidR="006702ED" w:rsidP="006702ED" w:rsidRDefault="006702ED" w14:paraId="25B26B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6702ED" w:rsidP="7EF6651D" w:rsidRDefault="00342FCC" w14:paraId="48CB78C3" w14:textId="4F8BF25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EF6651D" w:rsidR="00342FCC">
              <w:rPr>
                <w:rFonts w:ascii="Corbel" w:hAnsi="Corbel"/>
                <w:b w:val="0"/>
                <w:bCs w:val="0"/>
                <w:sz w:val="24"/>
                <w:szCs w:val="24"/>
              </w:rPr>
              <w:t>d</w:t>
            </w:r>
            <w:r w:rsidRPr="7EF6651D" w:rsidR="006702ED">
              <w:rPr>
                <w:rFonts w:ascii="Corbel" w:hAnsi="Corbel"/>
                <w:b w:val="0"/>
                <w:bCs w:val="0"/>
                <w:sz w:val="24"/>
                <w:szCs w:val="24"/>
              </w:rPr>
              <w:t>r hab. Katarzyna Szara</w:t>
            </w:r>
          </w:p>
        </w:tc>
      </w:tr>
      <w:tr w:rsidRPr="009C54AE" w:rsidR="006702ED" w:rsidTr="7EF6651D" w14:paraId="3C854430" w14:textId="77777777">
        <w:tc>
          <w:tcPr>
            <w:tcW w:w="2694" w:type="dxa"/>
            <w:tcMar/>
            <w:vAlign w:val="center"/>
          </w:tcPr>
          <w:p w:rsidRPr="009C54AE" w:rsidR="006702ED" w:rsidP="006702ED" w:rsidRDefault="006702ED" w14:paraId="1CF963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702ED" w:rsidP="7EF6651D" w:rsidRDefault="51FB90FA" w14:paraId="26699BA8" w14:textId="6320948C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EF6651D" w:rsidR="51FB90F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Marta Kawa, </w:t>
            </w:r>
            <w:r w:rsidRPr="7EF6651D" w:rsidR="00342FCC">
              <w:rPr>
                <w:rFonts w:ascii="Corbel" w:hAnsi="Corbel"/>
                <w:b w:val="0"/>
                <w:bCs w:val="0"/>
                <w:sz w:val="24"/>
                <w:szCs w:val="24"/>
              </w:rPr>
              <w:t>dr Beata Gierczak-</w:t>
            </w:r>
            <w:r w:rsidRPr="7EF6651D" w:rsidR="006702E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Korzeniowska, mgr Karolina </w:t>
            </w:r>
            <w:r w:rsidRPr="7EF6651D" w:rsidR="75169E45">
              <w:rPr>
                <w:rFonts w:ascii="Corbel" w:hAnsi="Corbel"/>
                <w:b w:val="0"/>
                <w:bCs w:val="0"/>
                <w:sz w:val="24"/>
                <w:szCs w:val="24"/>
              </w:rPr>
              <w:t>Kozioł</w:t>
            </w:r>
          </w:p>
        </w:tc>
      </w:tr>
    </w:tbl>
    <w:p w:rsidRPr="009C54AE" w:rsidR="0085747A" w:rsidP="009C54AE" w:rsidRDefault="0085747A" w14:paraId="5F95BC3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6051311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9C54AE" w:rsidR="00923D7D" w:rsidP="009C54AE" w:rsidRDefault="00923D7D" w14:paraId="25D597A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6702ED" w14:paraId="5CF972E4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E288A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45776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A6C9F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3D15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6A2A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E822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8DE2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B3F07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C13AB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9AA71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AC119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18469B" w14:paraId="244AA17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18469B" w:rsidRDefault="006702ED" w14:paraId="68B97E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702ED" w14:paraId="2F2D4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702ED" w14:paraId="77EBB9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93427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0CD72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9D59D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38CE7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F8986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9FA3B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702ED" w14:paraId="4FD472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5E20BC6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8E980E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1031FE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8B17AB" w:rsidP="008B17AB" w:rsidRDefault="008B17AB" w14:paraId="05654001" w14:textId="7C7886E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:rsidRPr="00FD7701" w:rsidR="008B17AB" w:rsidP="008B17AB" w:rsidRDefault="008B17AB" w14:paraId="185507C9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:rsidRPr="009C54AE" w:rsidR="0085747A" w:rsidP="009C54AE" w:rsidRDefault="0085747A" w14:paraId="01798F1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14BF2656" w:rsidRDefault="00E22FBC" w14:paraId="2F728FDD" w14:textId="081BDF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Pr="14BF2656" w:rsidR="00342FCC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Pr="14BF2656" w:rsidR="00445970">
        <w:rPr>
          <w:rFonts w:ascii="Corbel" w:hAnsi="Corbel"/>
          <w:smallCaps w:val="0"/>
        </w:rPr>
        <w:t xml:space="preserve">ma zaliczenia </w:t>
      </w:r>
      <w:r w:rsidRPr="14BF2656" w:rsidR="70BACCF9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:rsidRPr="00DD654F" w:rsidR="006702ED" w:rsidP="006702ED" w:rsidRDefault="00342FCC" w14:paraId="5905E17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51A7387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421573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Pr="009C54AE" w:rsidR="0018469B" w:rsidP="009C54AE" w:rsidRDefault="0018469B" w14:paraId="3E1BE94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3B437403" w14:textId="77777777">
        <w:tc>
          <w:tcPr>
            <w:tcW w:w="9670" w:type="dxa"/>
          </w:tcPr>
          <w:p w:rsidRPr="009C54AE" w:rsidR="0085747A" w:rsidP="00342FCC" w:rsidRDefault="006702ED" w14:paraId="4FD1B61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:rsidR="008B17AB" w:rsidP="009C54AE" w:rsidRDefault="008B17AB" w14:paraId="62AB193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B17AB" w:rsidP="009C54AE" w:rsidRDefault="008B17AB" w14:paraId="1733295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5C660E5" w14:textId="58F3ACA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468007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8B8692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5A654D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Pr="009C54AE" w:rsidR="006702ED" w:rsidTr="006702ED" w14:paraId="0842CE70" w14:textId="77777777">
        <w:tc>
          <w:tcPr>
            <w:tcW w:w="841" w:type="dxa"/>
            <w:vAlign w:val="center"/>
          </w:tcPr>
          <w:p w:rsidRPr="002623F7" w:rsidR="006702ED" w:rsidP="006702ED" w:rsidRDefault="006702ED" w14:paraId="29123A0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3B495B5D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hAnsi="Corbel" w:eastAsia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Pr="009C54AE" w:rsidR="006702ED" w:rsidTr="006702ED" w14:paraId="040DDB27" w14:textId="77777777">
        <w:tc>
          <w:tcPr>
            <w:tcW w:w="841" w:type="dxa"/>
            <w:vAlign w:val="center"/>
          </w:tcPr>
          <w:p w:rsidRPr="002623F7" w:rsidR="006702ED" w:rsidP="006702ED" w:rsidRDefault="006702ED" w14:paraId="05F6556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5636815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Pr="009C54AE" w:rsidR="006702ED" w:rsidTr="006702ED" w14:paraId="72761ADD" w14:textId="77777777">
        <w:tc>
          <w:tcPr>
            <w:tcW w:w="841" w:type="dxa"/>
            <w:vAlign w:val="center"/>
          </w:tcPr>
          <w:p w:rsidRPr="002623F7" w:rsidR="006702ED" w:rsidP="006702ED" w:rsidRDefault="006702ED" w14:paraId="229D1F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00C075D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Pr="009C54AE" w:rsidR="006702ED" w:rsidTr="006702ED" w14:paraId="4337263B" w14:textId="77777777">
        <w:tc>
          <w:tcPr>
            <w:tcW w:w="841" w:type="dxa"/>
            <w:vAlign w:val="center"/>
          </w:tcPr>
          <w:p w:rsidRPr="002623F7" w:rsidR="006702ED" w:rsidP="006702ED" w:rsidRDefault="006702ED" w14:paraId="37F174F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Pr="0094491A" w:rsidR="006702ED" w:rsidP="006702ED" w:rsidRDefault="006702ED" w14:paraId="4521F81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5C26EC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F210E8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323828E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2E2C01" w14:paraId="180F844E" w14:textId="77777777">
        <w:tc>
          <w:tcPr>
            <w:tcW w:w="1681" w:type="dxa"/>
            <w:vAlign w:val="center"/>
          </w:tcPr>
          <w:p w:rsidRPr="009C54AE" w:rsidR="0085747A" w:rsidP="009C54AE" w:rsidRDefault="0085747A" w14:paraId="2F857B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EDD2B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5DC1B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2E2C01" w:rsidTr="002E2C01" w14:paraId="4550C086" w14:textId="77777777">
        <w:tc>
          <w:tcPr>
            <w:tcW w:w="1681" w:type="dxa"/>
            <w:vAlign w:val="center"/>
          </w:tcPr>
          <w:p w:rsidRPr="00E42D65" w:rsidR="002E2C01" w:rsidP="002E2C01" w:rsidRDefault="002E2C01" w14:paraId="265374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:rsidRPr="009C54AE" w:rsidR="002E2C01" w:rsidP="002E2C01" w:rsidRDefault="002E2C01" w14:paraId="6AAC66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Pr="009C54AE" w:rsidR="002E2C01" w:rsidP="00342FCC" w:rsidRDefault="002E2C01" w14:paraId="72E7E5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2E2C01" w:rsidTr="002E2C01" w14:paraId="1D35309B" w14:textId="77777777">
        <w:tc>
          <w:tcPr>
            <w:tcW w:w="1681" w:type="dxa"/>
          </w:tcPr>
          <w:p w:rsidRPr="009C54AE" w:rsidR="002E2C01" w:rsidP="002E2C01" w:rsidRDefault="002E2C01" w14:paraId="45F6BD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2E2C01" w:rsidP="00342FCC" w:rsidRDefault="002E2C01" w14:paraId="25C55CA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2E2C01" w:rsidR="002E2C01" w:rsidP="00342FCC" w:rsidRDefault="002E2C01" w14:paraId="1F7FD6DF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:rsidRPr="002E2C01" w:rsidR="002E2C01" w:rsidP="00342FCC" w:rsidRDefault="002E2C01" w14:paraId="0662F3F2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Pr="009C54AE" w:rsidR="002E2C01" w:rsidTr="002E2C01" w14:paraId="43F010CC" w14:textId="77777777">
        <w:tc>
          <w:tcPr>
            <w:tcW w:w="1681" w:type="dxa"/>
          </w:tcPr>
          <w:p w:rsidRPr="009C54AE" w:rsidR="002E2C01" w:rsidP="002E2C01" w:rsidRDefault="002E2C01" w14:paraId="1C966B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Pr="001D2387" w:rsidR="002E2C01" w:rsidP="002E2C01" w:rsidRDefault="002E2C01" w14:paraId="51B2418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2E2C01" w:rsidR="002E2C01" w:rsidP="00342FCC" w:rsidRDefault="002E2C01" w14:paraId="3E87EE3F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:rsidRPr="002E2C01" w:rsidR="002E2C01" w:rsidP="00342FCC" w:rsidRDefault="002E2C01" w14:paraId="7FCBAE71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Pr="009C54AE" w:rsidR="002E2C01" w:rsidTr="00836F8D" w14:paraId="0C189441" w14:textId="77777777">
        <w:tc>
          <w:tcPr>
            <w:tcW w:w="1681" w:type="dxa"/>
            <w:shd w:val="clear" w:color="auto" w:fill="auto"/>
          </w:tcPr>
          <w:p w:rsidRPr="00836F8D" w:rsidR="002E2C01" w:rsidP="002E2C01" w:rsidRDefault="002E2C01" w14:paraId="6BC143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:rsidRPr="00836F8D" w:rsidR="002E2C01" w:rsidP="002E2C01" w:rsidRDefault="002E2C01" w14:paraId="70509D7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:rsidRPr="00836F8D" w:rsidR="002E2C01" w:rsidP="00342FCC" w:rsidRDefault="002E2C01" w14:paraId="5FB70A72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:rsidRPr="009C54AE" w:rsidR="0085747A" w:rsidP="009C54AE" w:rsidRDefault="0085747A" w14:paraId="25FC37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57DB218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18469B" w:rsidP="009C54AE" w:rsidRDefault="0018469B" w14:paraId="0CA261F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85747A" w14:paraId="4C95B286" w14:textId="77777777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5EE9E7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2E2C01" w14:paraId="30BA2BAA" w14:textId="77777777">
        <w:tc>
          <w:tcPr>
            <w:tcW w:w="9520" w:type="dxa"/>
          </w:tcPr>
          <w:p w:rsidRPr="009C54AE" w:rsidR="0085747A" w:rsidP="009C54AE" w:rsidRDefault="0085747A" w14:paraId="4E410DC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E2C01" w:rsidTr="002E2C01" w14:paraId="6E3ECC6E" w14:textId="77777777">
        <w:tc>
          <w:tcPr>
            <w:tcW w:w="9520" w:type="dxa"/>
          </w:tcPr>
          <w:p w:rsidRPr="00C65F1C" w:rsidR="002E2C01" w:rsidP="002E2C01" w:rsidRDefault="002E2C01" w14:paraId="7129DE3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70920940" w14:textId="77777777">
        <w:tc>
          <w:tcPr>
            <w:tcW w:w="9520" w:type="dxa"/>
          </w:tcPr>
          <w:p w:rsidRPr="00C65F1C" w:rsidR="002E2C01" w:rsidP="002E2C01" w:rsidRDefault="002E2C01" w14:paraId="7A3579E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3492BC57" w14:textId="77777777">
        <w:tc>
          <w:tcPr>
            <w:tcW w:w="9520" w:type="dxa"/>
          </w:tcPr>
          <w:p w:rsidRPr="00C65F1C" w:rsidR="002E2C01" w:rsidP="0018469B" w:rsidRDefault="002E2C01" w14:paraId="2D79CBF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2A16A726" w14:textId="77777777">
        <w:tc>
          <w:tcPr>
            <w:tcW w:w="9520" w:type="dxa"/>
          </w:tcPr>
          <w:p w:rsidRPr="00C65F1C" w:rsidR="002E2C01" w:rsidP="002E2C01" w:rsidRDefault="002E2C01" w14:paraId="7C5027E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0EAC7439" w14:textId="77777777">
        <w:tc>
          <w:tcPr>
            <w:tcW w:w="9520" w:type="dxa"/>
          </w:tcPr>
          <w:p w:rsidRPr="00C65F1C" w:rsidR="002E2C01" w:rsidP="002E2C01" w:rsidRDefault="002E2C01" w14:paraId="4217308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7ADF8431" w14:textId="77777777">
        <w:tc>
          <w:tcPr>
            <w:tcW w:w="9520" w:type="dxa"/>
          </w:tcPr>
          <w:p w:rsidRPr="00C65F1C" w:rsidR="002E2C01" w:rsidP="002E2C01" w:rsidRDefault="002E2C01" w14:paraId="08F35A6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Pr="009C54AE" w:rsidR="002E2C01" w:rsidTr="002E2C01" w14:paraId="715F4981" w14:textId="77777777">
        <w:tc>
          <w:tcPr>
            <w:tcW w:w="9520" w:type="dxa"/>
          </w:tcPr>
          <w:p w:rsidRPr="00C65F1C" w:rsidR="002E2C01" w:rsidP="002E2C01" w:rsidRDefault="002E2C01" w14:paraId="6BDF522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12787A16" w14:textId="77777777">
        <w:tc>
          <w:tcPr>
            <w:tcW w:w="9520" w:type="dxa"/>
          </w:tcPr>
          <w:p w:rsidRPr="00C65F1C" w:rsidR="002E2C01" w:rsidP="002E2C01" w:rsidRDefault="002E2C01" w14:paraId="6F93C1A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:rsidRPr="009C54AE" w:rsidR="0085747A" w:rsidP="009C54AE" w:rsidRDefault="0085747A" w14:paraId="32F058D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98BED97" w14:textId="7777777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826A56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2E2C01" w14:paraId="1BE08BD5" w14:textId="77777777">
        <w:tc>
          <w:tcPr>
            <w:tcW w:w="9520" w:type="dxa"/>
          </w:tcPr>
          <w:p w:rsidRPr="009C54AE" w:rsidR="0085747A" w:rsidP="009C54AE" w:rsidRDefault="0085747A" w14:paraId="1DA346D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E2C01" w:rsidTr="002E2C01" w14:paraId="78C60C19" w14:textId="77777777">
        <w:tc>
          <w:tcPr>
            <w:tcW w:w="9520" w:type="dxa"/>
          </w:tcPr>
          <w:p w:rsidRPr="00C65F1C" w:rsidR="002E2C01" w:rsidP="002E2C01" w:rsidRDefault="002E2C01" w14:paraId="10611DE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6A33393A" w14:textId="77777777">
        <w:tc>
          <w:tcPr>
            <w:tcW w:w="9520" w:type="dxa"/>
          </w:tcPr>
          <w:p w:rsidRPr="00C65F1C" w:rsidR="002E2C01" w:rsidP="0018469B" w:rsidRDefault="002E2C01" w14:paraId="60CB16B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63FE8370" w14:textId="77777777">
        <w:tc>
          <w:tcPr>
            <w:tcW w:w="9520" w:type="dxa"/>
          </w:tcPr>
          <w:p w:rsidRPr="00E42D65" w:rsidR="002E2C01" w:rsidP="002E2C01" w:rsidRDefault="002E2C01" w14:paraId="4A27629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02EF9109" w14:textId="77777777">
        <w:tc>
          <w:tcPr>
            <w:tcW w:w="9520" w:type="dxa"/>
          </w:tcPr>
          <w:p w:rsidRPr="00C65F1C" w:rsidR="002E2C01" w:rsidP="002E2C01" w:rsidRDefault="002E2C01" w14:paraId="3605433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60F23D65" w14:textId="77777777">
        <w:tc>
          <w:tcPr>
            <w:tcW w:w="9520" w:type="dxa"/>
          </w:tcPr>
          <w:p w:rsidRPr="00C65F1C" w:rsidR="002E2C01" w:rsidP="002E2C01" w:rsidRDefault="002E2C01" w14:paraId="3B9BBEC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162D8A37" w14:textId="77777777">
        <w:tc>
          <w:tcPr>
            <w:tcW w:w="9520" w:type="dxa"/>
          </w:tcPr>
          <w:p w:rsidRPr="009968D9" w:rsidR="002E2C01" w:rsidP="002E2C01" w:rsidRDefault="002E2C01" w14:paraId="482A348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0F08DFD0" w14:textId="77777777">
        <w:tc>
          <w:tcPr>
            <w:tcW w:w="9520" w:type="dxa"/>
          </w:tcPr>
          <w:p w:rsidRPr="009968D9" w:rsidR="002E2C01" w:rsidP="002E2C01" w:rsidRDefault="002E2C01" w14:paraId="6C1C26C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3A44D933" w14:textId="77777777">
        <w:tc>
          <w:tcPr>
            <w:tcW w:w="9520" w:type="dxa"/>
          </w:tcPr>
          <w:p w:rsidRPr="00C65F1C" w:rsidR="002E2C01" w:rsidP="002E2C01" w:rsidRDefault="002E2C01" w14:paraId="627EEC8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7739522E" w14:textId="77777777">
        <w:tc>
          <w:tcPr>
            <w:tcW w:w="9520" w:type="dxa"/>
          </w:tcPr>
          <w:p w:rsidRPr="00C65F1C" w:rsidR="002E2C01" w:rsidP="002E2C01" w:rsidRDefault="002E2C01" w14:paraId="7E4D516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7F8B273C" w14:textId="77777777">
        <w:tc>
          <w:tcPr>
            <w:tcW w:w="9520" w:type="dxa"/>
          </w:tcPr>
          <w:p w:rsidRPr="00C65F1C" w:rsidR="002E2C01" w:rsidP="002E2C01" w:rsidRDefault="002E2C01" w14:paraId="6D12A68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2FF5A94C" w14:textId="77777777">
        <w:tc>
          <w:tcPr>
            <w:tcW w:w="9520" w:type="dxa"/>
          </w:tcPr>
          <w:p w:rsidRPr="00C65F1C" w:rsidR="002E2C01" w:rsidP="002E2C01" w:rsidRDefault="002E2C01" w14:paraId="186D30C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002E2C01" w14:paraId="289E0795" w14:textId="77777777">
        <w:tc>
          <w:tcPr>
            <w:tcW w:w="9520" w:type="dxa"/>
          </w:tcPr>
          <w:p w:rsidRPr="00E42D65" w:rsidR="002E2C01" w:rsidP="0018469B" w:rsidRDefault="002E2C01" w14:paraId="7E6CA25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2E2C01" w:rsidTr="002E2C01" w14:paraId="72B5CF83" w14:textId="77777777">
        <w:tc>
          <w:tcPr>
            <w:tcW w:w="9520" w:type="dxa"/>
          </w:tcPr>
          <w:p w:rsidRPr="00E42D65" w:rsidR="002E2C01" w:rsidP="002E2C01" w:rsidRDefault="002E2C01" w14:paraId="5195965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2E2C01" w:rsidTr="002E2C01" w14:paraId="074ADAD8" w14:textId="77777777">
        <w:tc>
          <w:tcPr>
            <w:tcW w:w="9520" w:type="dxa"/>
          </w:tcPr>
          <w:p w:rsidRPr="00E42D65" w:rsidR="002E2C01" w:rsidP="002E2C01" w:rsidRDefault="002E2C01" w14:paraId="43E6C61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hAnsi="MS Mincho" w:eastAsia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hAnsi="MS Mincho" w:eastAsia="MS Mincho" w:cs="MS Mincho"/>
                <w:sz w:val="24"/>
                <w:szCs w:val="24"/>
              </w:rPr>
              <w:t> </w:t>
            </w:r>
          </w:p>
        </w:tc>
      </w:tr>
      <w:tr w:rsidRPr="009C54AE" w:rsidR="002E2C01" w:rsidTr="002E2C01" w14:paraId="4F17FDB6" w14:textId="77777777">
        <w:tc>
          <w:tcPr>
            <w:tcW w:w="9520" w:type="dxa"/>
          </w:tcPr>
          <w:p w:rsidRPr="00C65F1C" w:rsidR="002E2C01" w:rsidP="002E2C01" w:rsidRDefault="00CA284D" w14:paraId="5DBA4C8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Pr="00C65F1C" w:rsidR="002E2C01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P="009C54AE" w:rsidRDefault="0085747A" w14:paraId="666D214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83CE4B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:rsidRPr="009C54AE" w:rsidR="0085747A" w:rsidP="009C54AE" w:rsidRDefault="0085747A" w14:paraId="131EA24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2C01" w:rsidP="002E2C01" w:rsidRDefault="002E2C01" w14:paraId="19449CA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P="12F0ECC4" w:rsidRDefault="00E960BB" w14:paraId="690C0CA9" w14:textId="57A17364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12F0ECC4" w:rsidR="002E2C01">
        <w:rPr>
          <w:rFonts w:ascii="Corbel" w:hAnsi="Corbel"/>
          <w:b w:val="0"/>
          <w:bCs w:val="0"/>
          <w:caps w:val="0"/>
          <w:smallCaps w:val="0"/>
        </w:rPr>
        <w:t>Ćwiczenia</w:t>
      </w:r>
      <w:r w:rsidRPr="12F0ECC4" w:rsidR="001C59FF">
        <w:rPr>
          <w:rFonts w:ascii="Corbel" w:hAnsi="Corbel"/>
          <w:b w:val="0"/>
          <w:bCs w:val="0"/>
          <w:caps w:val="0"/>
          <w:smallCaps w:val="0"/>
        </w:rPr>
        <w:t>:</w:t>
      </w:r>
      <w:r w:rsidRPr="12F0ECC4" w:rsidR="002E2C01">
        <w:rPr>
          <w:rFonts w:ascii="Corbel" w:hAnsi="Corbel"/>
          <w:b w:val="0"/>
          <w:bCs w:val="0"/>
          <w:caps w:val="0"/>
          <w:smallCaps w:val="0"/>
        </w:rPr>
        <w:t xml:space="preserve"> praca w grupach, rozwi</w:t>
      </w:r>
      <w:r w:rsidRPr="12F0ECC4" w:rsidR="00E92173">
        <w:rPr>
          <w:rFonts w:ascii="Corbel" w:hAnsi="Corbel"/>
          <w:b w:val="0"/>
          <w:bCs w:val="0"/>
          <w:caps w:val="0"/>
          <w:smallCaps w:val="0"/>
        </w:rPr>
        <w:t>ą</w:t>
      </w:r>
      <w:r w:rsidRPr="12F0ECC4" w:rsidR="002E2C01">
        <w:rPr>
          <w:rFonts w:ascii="Corbel" w:hAnsi="Corbel"/>
          <w:b w:val="0"/>
          <w:bCs w:val="0"/>
          <w:caps w:val="0"/>
          <w:smallCaps w:val="0"/>
        </w:rPr>
        <w:t xml:space="preserve">zywanie zadań, </w:t>
      </w:r>
      <w:r w:rsidRPr="12F0ECC4" w:rsidR="00D078C8">
        <w:rPr>
          <w:rFonts w:ascii="Corbel" w:hAnsi="Corbel"/>
          <w:b w:val="0"/>
          <w:bCs w:val="0"/>
          <w:caps w:val="0"/>
          <w:smallCaps w:val="0"/>
        </w:rPr>
        <w:t xml:space="preserve">analiza tekstów z </w:t>
      </w:r>
      <w:r w:rsidRPr="12F0ECC4" w:rsidR="002E2C01">
        <w:rPr>
          <w:rFonts w:ascii="Corbel" w:hAnsi="Corbel"/>
          <w:b w:val="0"/>
          <w:bCs w:val="0"/>
          <w:caps w:val="0"/>
          <w:smallCaps w:val="0"/>
        </w:rPr>
        <w:t>dyskusj</w:t>
      </w:r>
      <w:r w:rsidRPr="12F0ECC4" w:rsidR="00D078C8">
        <w:rPr>
          <w:rFonts w:ascii="Corbel" w:hAnsi="Corbel"/>
          <w:b w:val="0"/>
          <w:bCs w:val="0"/>
          <w:caps w:val="0"/>
          <w:smallCaps w:val="0"/>
        </w:rPr>
        <w:t>ą</w:t>
      </w:r>
      <w:r w:rsidRPr="12F0ECC4" w:rsidR="4112F909">
        <w:rPr>
          <w:rFonts w:ascii="Corbel" w:hAnsi="Corbel"/>
          <w:b w:val="0"/>
          <w:bCs w:val="0"/>
          <w:caps w:val="0"/>
          <w:smallCaps w:val="0"/>
        </w:rPr>
        <w:t>.</w:t>
      </w:r>
    </w:p>
    <w:p w:rsidRPr="009C54AE" w:rsidR="0085747A" w:rsidP="009C54AE" w:rsidRDefault="00C61DC5" w14:paraId="0E4E9A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788B969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E1D25B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F3D28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38AF4317" w14:paraId="55DC78CB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484BD2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1FE770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CE492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37DFFC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6E90E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2E2C01" w:rsidTr="38AF4317" w14:paraId="0C8302C2" w14:textId="77777777">
        <w:tc>
          <w:tcPr>
            <w:tcW w:w="1962" w:type="dxa"/>
            <w:tcMar/>
          </w:tcPr>
          <w:p w:rsidRPr="009C54AE" w:rsidR="002E2C01" w:rsidP="002E2C01" w:rsidRDefault="0018469B" w14:paraId="0612D8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2E2C01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  <w:tcMar/>
          </w:tcPr>
          <w:p w:rsidRPr="00603281" w:rsidR="002E2C01" w:rsidP="38AF4317" w:rsidRDefault="00B35F6A" w14:paraId="1C167D50" w14:textId="7351C4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8AF4317" w:rsidR="25124FC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38AF4317" w:rsidR="5B176A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raca zaliczeniowa</w:t>
            </w:r>
            <w:r w:rsidRPr="38AF4317" w:rsidR="002E2C0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praca grupowa</w:t>
            </w:r>
            <w:r w:rsidRPr="38AF4317" w:rsidR="0FAD7B6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38AF4317" w:rsidR="002E2C0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zajęć, egzamin pisemny</w:t>
            </w:r>
          </w:p>
        </w:tc>
        <w:tc>
          <w:tcPr>
            <w:tcW w:w="2117" w:type="dxa"/>
            <w:tcMar/>
          </w:tcPr>
          <w:p w:rsidRPr="002E2C01" w:rsidR="002E2C01" w:rsidP="002E2C01" w:rsidRDefault="00B35F6A" w14:paraId="25D2368A" w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 w:rsid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Pr="009C54AE" w:rsidR="002E2C01" w:rsidTr="38AF4317" w14:paraId="0402168F" w14:textId="77777777">
        <w:tc>
          <w:tcPr>
            <w:tcW w:w="1962" w:type="dxa"/>
            <w:tcMar/>
          </w:tcPr>
          <w:p w:rsidRPr="009C54AE" w:rsidR="002E2C01" w:rsidP="002E2C01" w:rsidRDefault="00836F8D" w14:paraId="190D8F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2E2C0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  <w:tcMar/>
          </w:tcPr>
          <w:p w:rsidRPr="00603281" w:rsidR="002E2C01" w:rsidP="38AF4317" w:rsidRDefault="00B35F6A" w14:paraId="3856C9C4" w14:textId="4643E5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8AF4317" w:rsidR="3C1D5C4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praca zaliczeniowa</w:t>
            </w:r>
            <w:r w:rsidRPr="38AF4317" w:rsidR="002E2C0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praca grupowa</w:t>
            </w:r>
            <w:r w:rsidRPr="38AF4317" w:rsidR="0831E19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38AF4317" w:rsidR="002E2C0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obserwacja w trakcie zajęć, egzamin pisemny</w:t>
            </w:r>
          </w:p>
        </w:tc>
        <w:tc>
          <w:tcPr>
            <w:tcW w:w="2117" w:type="dxa"/>
            <w:tcMar/>
          </w:tcPr>
          <w:p w:rsidRPr="002E2C01" w:rsidR="002E2C01" w:rsidP="002E2C01" w:rsidRDefault="00B35F6A" w14:paraId="74874229" w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 w:rsid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Pr="009C54AE" w:rsidR="002E2C01" w:rsidTr="38AF4317" w14:paraId="17DF293F" w14:textId="77777777">
        <w:tc>
          <w:tcPr>
            <w:tcW w:w="1962" w:type="dxa"/>
            <w:tcMar/>
          </w:tcPr>
          <w:p w:rsidRPr="009C54AE" w:rsidR="002E2C01" w:rsidP="00836F8D" w:rsidRDefault="002E2C01" w14:paraId="5F2822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tcMar/>
          </w:tcPr>
          <w:p w:rsidRPr="00603281" w:rsidR="002E2C01" w:rsidP="00171336" w:rsidRDefault="00B35F6A" w14:paraId="21C324D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603281"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  <w:tcMar/>
          </w:tcPr>
          <w:p w:rsidRPr="009C54AE" w:rsidR="002E2C01" w:rsidP="002E2C01" w:rsidRDefault="00B35F6A" w14:paraId="566911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Pr="009C54AE" w:rsidR="002E2C01" w:rsidTr="38AF4317" w14:paraId="05FFC31F" w14:textId="77777777">
        <w:tc>
          <w:tcPr>
            <w:tcW w:w="1962" w:type="dxa"/>
            <w:tcMar/>
          </w:tcPr>
          <w:p w:rsidRPr="009C54AE" w:rsidR="002E2C01" w:rsidP="00836F8D" w:rsidRDefault="002E2C01" w14:paraId="673E27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Mar/>
          </w:tcPr>
          <w:p w:rsidRPr="00603281" w:rsidR="002E2C01" w:rsidP="00171336" w:rsidRDefault="00B35F6A" w14:paraId="567212F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  <w:tcMar/>
          </w:tcPr>
          <w:p w:rsidRPr="009C54AE" w:rsidR="002E2C01" w:rsidP="002E2C01" w:rsidRDefault="00B35F6A" w14:paraId="714F30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:rsidRPr="009C54AE" w:rsidR="00923D7D" w:rsidP="009C54AE" w:rsidRDefault="00923D7D" w14:paraId="3FED33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9E2B09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89E139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38AF4317" w14:paraId="5F3B8A1C" w14:textId="77777777">
        <w:tc>
          <w:tcPr>
            <w:tcW w:w="9670" w:type="dxa"/>
            <w:tcMar/>
          </w:tcPr>
          <w:p w:rsidR="0018469B" w:rsidP="4A34E98F" w:rsidRDefault="002537CD" w14:paraId="27E0968B" w14:textId="3F29F9C5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ćwiczeń </w:t>
            </w:r>
            <w:r w:rsidRPr="4A34E98F" w:rsidR="445933EE">
              <w:rPr>
                <w:rFonts w:ascii="Corbel" w:hAnsi="Corbel"/>
                <w:color w:val="000000" w:themeColor="text1"/>
                <w:sz w:val="24"/>
                <w:szCs w:val="24"/>
              </w:rPr>
              <w:t>jest wypadkową</w:t>
            </w:r>
            <w:r w:rsidRPr="4A34E98F" w:rsidR="6430605F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:rsidR="0018469B" w:rsidP="4A34E98F" w:rsidRDefault="002537CD" w14:paraId="53F1F7E1" w14:textId="7D216BF8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AF4317" w:rsidR="49CBAC3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–</w:t>
            </w:r>
            <w:r w:rsidRPr="38AF4317" w:rsidR="0018469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8AF4317" w:rsidR="00B35F6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</w:t>
            </w:r>
            <w:r w:rsidRPr="38AF4317" w:rsidR="2C63428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rac</w:t>
            </w:r>
            <w:r w:rsidRPr="38AF4317" w:rsidR="48C948A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a zaliczeniowa </w:t>
            </w:r>
            <w:r w:rsidRPr="38AF4317" w:rsidR="0018469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(</w:t>
            </w:r>
            <w:r w:rsidRPr="38AF4317" w:rsidR="6901B89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60%</w:t>
            </w:r>
            <w:r w:rsidRPr="38AF4317" w:rsidR="0018469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)</w:t>
            </w:r>
            <w:r w:rsidRPr="38AF4317" w:rsidR="49CBAC3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38AF4317" w:rsidR="50F37F3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na ocenę pozytywną </w:t>
            </w:r>
            <w:r w:rsidRPr="38AF4317" w:rsidR="49CBAC3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student </w:t>
            </w:r>
            <w:r w:rsidRPr="38AF4317" w:rsidR="0B9D6C0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musi </w:t>
            </w:r>
            <w:r w:rsidRPr="38AF4317" w:rsidR="49CBAC3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uzyska</w:t>
            </w:r>
            <w:r w:rsidRPr="38AF4317" w:rsidR="476B297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ć</w:t>
            </w:r>
            <w:r w:rsidRPr="38AF4317" w:rsidR="49CBAC3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51% wym</w:t>
            </w:r>
            <w:r w:rsidRPr="38AF4317" w:rsidR="49CBAC3B">
              <w:rPr>
                <w:rFonts w:ascii="Corbel" w:hAnsi="Corbel"/>
                <w:sz w:val="24"/>
                <w:szCs w:val="24"/>
              </w:rPr>
              <w:t>aganych punktów,</w:t>
            </w:r>
            <w:r w:rsidRPr="38AF4317" w:rsidR="49CBAC3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0018469B" w:rsidP="4A34E98F" w:rsidRDefault="172BA437" w14:paraId="43621CD6" w14:textId="15FDDD3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 w:rsidRPr="26F80357" w:rsidR="002537CD">
              <w:rPr>
                <w:rFonts w:ascii="Corbel" w:hAnsi="Corbel"/>
                <w:color w:val="000000" w:themeColor="text1"/>
                <w:sz w:val="24"/>
                <w:szCs w:val="24"/>
              </w:rPr>
              <w:t>a także</w:t>
            </w:r>
            <w:r w:rsidRPr="26F80357" w:rsidR="788B82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rozwiązywanie zadań</w:t>
            </w:r>
            <w:r w:rsidRPr="26F80357" w:rsidR="5D19E93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(10%)</w:t>
            </w:r>
            <w:r w:rsidRPr="26F80357" w:rsidR="788B82A3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Pr="26F80357" w:rsidR="002537C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obecność na zajęciach i aktywność przy analizie tekstów</w:t>
            </w:r>
            <w:r w:rsidRPr="26F80357" w:rsidR="1897F46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(30%)</w:t>
            </w:r>
            <w:r w:rsidRPr="26F80357" w:rsidR="002537CD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26F80357" w:rsidR="0018469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:rsidRPr="002537CD" w:rsidR="0085747A" w:rsidP="26F80357" w:rsidRDefault="0018469B" w14:paraId="25F91230" w14:textId="5CFBBBA4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>Egzamin pisemny (podstawą oceny pozytywnej jest uzyskanie 51% wymaganych punktów).</w:t>
            </w:r>
            <w:r w:rsidRPr="52FD03CA" w:rsidR="4E0F37F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52FD03CA" w:rsidR="4E0F37F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:rsidR="0085747A" w:rsidP="009C54AE" w:rsidRDefault="0085747A" w14:paraId="0A2E49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18469B" w:rsidP="009C54AE" w:rsidRDefault="0018469B" w14:paraId="2CCF8A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10EFC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1CB64A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5F478F8F" w14:textId="77777777">
        <w:tc>
          <w:tcPr>
            <w:tcW w:w="4962" w:type="dxa"/>
            <w:vAlign w:val="center"/>
          </w:tcPr>
          <w:p w:rsidRPr="009C54AE" w:rsidR="0085747A" w:rsidP="009C54AE" w:rsidRDefault="00C61DC5" w14:paraId="22E25AA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0BD753D" w14:textId="510DEB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3ABF36A" w14:textId="77777777">
        <w:tc>
          <w:tcPr>
            <w:tcW w:w="4962" w:type="dxa"/>
          </w:tcPr>
          <w:p w:rsidRPr="009C54AE" w:rsidR="0085747A" w:rsidP="009C54AE" w:rsidRDefault="00C61DC5" w14:paraId="575B38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27BDF" w:rsidRDefault="006638B3" w14:paraId="6183AD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923D7D" w14:paraId="0786E06A" w14:textId="77777777">
        <w:tc>
          <w:tcPr>
            <w:tcW w:w="4962" w:type="dxa"/>
          </w:tcPr>
          <w:p w:rsidRPr="009C54AE" w:rsidR="00C61DC5" w:rsidP="009C54AE" w:rsidRDefault="00C61DC5" w14:paraId="46A5EA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6184A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27BDF" w:rsidRDefault="00027BDF" w14:paraId="4CE8516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1493A178" w14:textId="77777777">
        <w:tc>
          <w:tcPr>
            <w:tcW w:w="4962" w:type="dxa"/>
          </w:tcPr>
          <w:p w:rsidRPr="009C54AE" w:rsidR="00C61DC5" w:rsidP="008B17AB" w:rsidRDefault="00C61DC5" w14:paraId="512EDCBE" w14:textId="5195A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:rsidRPr="009C54AE" w:rsidR="00C61DC5" w:rsidP="00027BDF" w:rsidRDefault="00027BDF" w14:paraId="0DD7383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Pr="009C54AE" w:rsidR="0085747A" w:rsidTr="00923D7D" w14:paraId="3B8EAC5C" w14:textId="77777777">
        <w:tc>
          <w:tcPr>
            <w:tcW w:w="4962" w:type="dxa"/>
          </w:tcPr>
          <w:p w:rsidRPr="009C54AE" w:rsidR="0085747A" w:rsidP="009C54AE" w:rsidRDefault="0085747A" w14:paraId="7EA641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27BDF" w:rsidRDefault="00027BDF" w14:paraId="4B1D3BD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2757BAA8" w14:textId="77777777">
        <w:tc>
          <w:tcPr>
            <w:tcW w:w="4962" w:type="dxa"/>
          </w:tcPr>
          <w:p w:rsidRPr="009C54AE" w:rsidR="0085747A" w:rsidP="009C54AE" w:rsidRDefault="0085747A" w14:paraId="6B7710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27BDF" w:rsidRDefault="00027BDF" w14:paraId="51CC57F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BA098A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18469B" w:rsidP="009C54AE" w:rsidRDefault="0018469B" w14:paraId="0656F9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1A95F3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9B6B98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A31170" w14:paraId="4B00C4D6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1F8C6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B35F6A" w:rsidRDefault="00B35F6A" w14:paraId="5FF4BC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A31170" w14:paraId="42C8861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78C1F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B35F6A" w:rsidRDefault="00B35F6A" w14:paraId="559EA9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21CCA11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18469B" w:rsidP="009C54AE" w:rsidRDefault="0018469B" w14:paraId="424D5B9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CC0182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06AAD7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2DD6E431" w14:paraId="733F6A24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778E65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501E7" w:rsidR="00704CA0" w:rsidP="0018469B" w:rsidRDefault="001C59FF" w14:paraId="2CE38D8A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078C8" w:rsidR="00D078C8" w:rsidP="0018469B" w:rsidRDefault="00D078C8" w14:paraId="30B99F8E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078C8" w:rsidR="00704CA0" w:rsidP="0018469B" w:rsidRDefault="00D078C8" w14:paraId="5C2ADBCF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Pr="009C54AE" w:rsidR="0085747A" w:rsidTr="2DD6E431" w14:paraId="76843F74" w14:textId="77777777">
        <w:trPr>
          <w:trHeight w:val="397"/>
        </w:trPr>
        <w:tc>
          <w:tcPr>
            <w:tcW w:w="5000" w:type="pct"/>
          </w:tcPr>
          <w:p w:rsidR="0085747A" w:rsidP="2DD6E431" w:rsidRDefault="0085747A" w14:paraId="62D7CE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="00704CA0" w:rsidP="2DD6E431" w:rsidRDefault="00704CA0" w14:paraId="0C07D290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Pr="2DD6E431" w:rsidR="00B35F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Pr="2DD6E431" w:rsidR="00B35F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Difin, Warszawa 2009</w:t>
            </w:r>
            <w:r w:rsidRPr="2DD6E431" w:rsidR="00B35F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:rsidRPr="00D078C8" w:rsidR="00D078C8" w:rsidP="2DD6E431" w:rsidRDefault="00D078C8" w14:paraId="4F55C967" w14:textId="0D156925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Pr="2DD6E431" w:rsidR="00B35F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Pr="2DD6E431" w:rsidR="00B35F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Pr="2DD6E431" w:rsidR="00B35F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:rsidRPr="00D078C8" w:rsidR="00D078C8" w:rsidP="2DD6E431" w:rsidRDefault="1F62F869" w14:paraId="2325A6FF" w14:textId="7BF99848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Gierczak-Korzeniowska B., 2017, The impact of benchlearning on the value of human capital. Reflections on an airline case study, “Nierówności społeczne a wzrost gospodarczy”, nr 51</w:t>
            </w:r>
          </w:p>
        </w:tc>
      </w:tr>
    </w:tbl>
    <w:p w:rsidRPr="009C54AE" w:rsidR="0085747A" w:rsidP="009C54AE" w:rsidRDefault="0085747A" w14:paraId="4A83358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6A98DE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1B6B00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B594C" w:rsidP="00C16ABF" w:rsidRDefault="00DB594C" w14:paraId="7A1441A4" w14:textId="77777777">
      <w:pPr>
        <w:spacing w:after="0" w:line="240" w:lineRule="auto"/>
      </w:pPr>
      <w:r>
        <w:separator/>
      </w:r>
    </w:p>
  </w:endnote>
  <w:endnote w:type="continuationSeparator" w:id="0">
    <w:p w:rsidR="00DB594C" w:rsidP="00C16ABF" w:rsidRDefault="00DB594C" w14:paraId="556AFE4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B594C" w:rsidP="00C16ABF" w:rsidRDefault="00DB594C" w14:paraId="74135617" w14:textId="77777777">
      <w:pPr>
        <w:spacing w:after="0" w:line="240" w:lineRule="auto"/>
      </w:pPr>
      <w:r>
        <w:separator/>
      </w:r>
    </w:p>
  </w:footnote>
  <w:footnote w:type="continuationSeparator" w:id="0">
    <w:p w:rsidR="00DB594C" w:rsidP="00C16ABF" w:rsidRDefault="00DB594C" w14:paraId="75FEC0E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C7E7C5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656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99D"/>
    <w:rsid w:val="008E64F4"/>
    <w:rsid w:val="008F12C9"/>
    <w:rsid w:val="008F6E29"/>
    <w:rsid w:val="00913D70"/>
    <w:rsid w:val="00916188"/>
    <w:rsid w:val="00923D7D"/>
    <w:rsid w:val="009508DF"/>
    <w:rsid w:val="00950DAC"/>
    <w:rsid w:val="00954A07"/>
    <w:rsid w:val="00984B23"/>
    <w:rsid w:val="00991867"/>
    <w:rsid w:val="00997F14"/>
    <w:rsid w:val="009A2C9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6A"/>
    <w:rsid w:val="00B40ADB"/>
    <w:rsid w:val="00B43B77"/>
    <w:rsid w:val="00B43E80"/>
    <w:rsid w:val="00B607DB"/>
    <w:rsid w:val="00B649A7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84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94C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2173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1892866"/>
    <w:rsid w:val="019A4961"/>
    <w:rsid w:val="0831E195"/>
    <w:rsid w:val="0B9D6C0A"/>
    <w:rsid w:val="0C97EDF6"/>
    <w:rsid w:val="0FAD7B60"/>
    <w:rsid w:val="10AB47B7"/>
    <w:rsid w:val="12F0ECC4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5124FCF"/>
    <w:rsid w:val="26F80357"/>
    <w:rsid w:val="2C63428B"/>
    <w:rsid w:val="2DD6E431"/>
    <w:rsid w:val="3820C7EA"/>
    <w:rsid w:val="38AF4317"/>
    <w:rsid w:val="398F7980"/>
    <w:rsid w:val="3C1D5C47"/>
    <w:rsid w:val="3E61EFE9"/>
    <w:rsid w:val="4112F909"/>
    <w:rsid w:val="421252D7"/>
    <w:rsid w:val="445933EE"/>
    <w:rsid w:val="476B2970"/>
    <w:rsid w:val="48C948A7"/>
    <w:rsid w:val="49CBAC3B"/>
    <w:rsid w:val="49F207DC"/>
    <w:rsid w:val="4A34E98F"/>
    <w:rsid w:val="4BB019A2"/>
    <w:rsid w:val="4C729480"/>
    <w:rsid w:val="4E0F37F2"/>
    <w:rsid w:val="4FECFAC3"/>
    <w:rsid w:val="50192963"/>
    <w:rsid w:val="50F37F38"/>
    <w:rsid w:val="51FB90FA"/>
    <w:rsid w:val="52FD03CA"/>
    <w:rsid w:val="57369448"/>
    <w:rsid w:val="5B176AC3"/>
    <w:rsid w:val="5D19E938"/>
    <w:rsid w:val="611929B8"/>
    <w:rsid w:val="6430605F"/>
    <w:rsid w:val="662151C8"/>
    <w:rsid w:val="6901B89A"/>
    <w:rsid w:val="690A63C9"/>
    <w:rsid w:val="694929C1"/>
    <w:rsid w:val="6D4A5AD4"/>
    <w:rsid w:val="6D5B609B"/>
    <w:rsid w:val="6DE8827E"/>
    <w:rsid w:val="70BACCF9"/>
    <w:rsid w:val="75169E45"/>
    <w:rsid w:val="788B82A3"/>
    <w:rsid w:val="7894F320"/>
    <w:rsid w:val="7BA25066"/>
    <w:rsid w:val="7CF15735"/>
    <w:rsid w:val="7EF6651D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pple-converted-space" w:customStyle="1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styleId="paragraph" w:customStyle="1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B17AB"/>
  </w:style>
  <w:style w:type="character" w:styleId="spellingerror" w:customStyle="1">
    <w:name w:val="spellingerror"/>
    <w:basedOn w:val="Domylnaczcionkaakapitu"/>
    <w:rsid w:val="008B17AB"/>
  </w:style>
  <w:style w:type="character" w:styleId="eop" w:customStyle="1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906DAE-3C01-416A-A7A4-A664EED891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8CFB76-8267-429D-9D4A-88856DFEC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Szara Katarzyna</lastModifiedBy>
  <revision>37</revision>
  <lastPrinted>2019-02-06T12:12:00.0000000Z</lastPrinted>
  <dcterms:created xsi:type="dcterms:W3CDTF">2020-10-18T14:22:00.0000000Z</dcterms:created>
  <dcterms:modified xsi:type="dcterms:W3CDTF">2020-12-12T11:03:06.1717998Z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